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5D0DEAB8" w14:textId="77777777" w:rsidTr="00F862D6">
        <w:tc>
          <w:tcPr>
            <w:tcW w:w="1020" w:type="dxa"/>
          </w:tcPr>
          <w:p w14:paraId="1354B068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CC5CCCC" wp14:editId="4261588E">
                      <wp:simplePos x="0" y="0"/>
                      <wp:positionH relativeFrom="page">
                        <wp:posOffset>3949065</wp:posOffset>
                      </wp:positionH>
                      <wp:positionV relativeFrom="page">
                        <wp:posOffset>1880870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EE7D27A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0.95pt;margin-top:148.1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" o:allowincell="f" fillcolor="white [3212]" stroked="f" strokeweight=".5pt">
                      <v:textbox>
                        <w:txbxContent>
                          <w:p w14:paraId="4EE7D27A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33003F7A" w14:textId="77777777" w:rsidR="00F64786" w:rsidRDefault="00F64786" w:rsidP="0077673A"/>
        </w:tc>
        <w:tc>
          <w:tcPr>
            <w:tcW w:w="823" w:type="dxa"/>
          </w:tcPr>
          <w:p w14:paraId="2B8FFFEA" w14:textId="77777777" w:rsidR="00F64786" w:rsidRDefault="00F64786" w:rsidP="0077673A"/>
        </w:tc>
        <w:tc>
          <w:tcPr>
            <w:tcW w:w="3685" w:type="dxa"/>
          </w:tcPr>
          <w:p w14:paraId="4E59909E" w14:textId="77777777" w:rsidR="00F64786" w:rsidRDefault="00F64786" w:rsidP="0077673A"/>
        </w:tc>
      </w:tr>
      <w:tr w:rsidR="00F862D6" w14:paraId="741F1590" w14:textId="77777777" w:rsidTr="00596C7E">
        <w:tc>
          <w:tcPr>
            <w:tcW w:w="1020" w:type="dxa"/>
          </w:tcPr>
          <w:p w14:paraId="79F26F34" w14:textId="77777777" w:rsidR="00F862D6" w:rsidRDefault="00F862D6" w:rsidP="0077673A"/>
        </w:tc>
        <w:tc>
          <w:tcPr>
            <w:tcW w:w="2552" w:type="dxa"/>
          </w:tcPr>
          <w:p w14:paraId="64A12057" w14:textId="77777777" w:rsidR="00F862D6" w:rsidRDefault="00F862D6" w:rsidP="00764595"/>
        </w:tc>
        <w:tc>
          <w:tcPr>
            <w:tcW w:w="823" w:type="dxa"/>
          </w:tcPr>
          <w:p w14:paraId="14628C97" w14:textId="77777777" w:rsidR="00F862D6" w:rsidRDefault="00F862D6" w:rsidP="0077673A"/>
        </w:tc>
        <w:tc>
          <w:tcPr>
            <w:tcW w:w="3685" w:type="dxa"/>
            <w:vMerge w:val="restart"/>
          </w:tcPr>
          <w:p w14:paraId="23B82E4F" w14:textId="77777777" w:rsidR="00596C7E" w:rsidRDefault="00596C7E" w:rsidP="00596C7E">
            <w:pPr>
              <w:rPr>
                <w:rStyle w:val="Potovnadresa"/>
              </w:rPr>
            </w:pPr>
          </w:p>
          <w:p w14:paraId="6BD5620A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A2469A" w14:paraId="0C5D2166" w14:textId="77777777" w:rsidTr="00F862D6">
        <w:tc>
          <w:tcPr>
            <w:tcW w:w="1020" w:type="dxa"/>
          </w:tcPr>
          <w:p w14:paraId="678B1FEF" w14:textId="77777777" w:rsidR="00A2469A" w:rsidRPr="003E6B9A" w:rsidRDefault="00A2469A" w:rsidP="0077673A">
            <w:r w:rsidRPr="003E6B9A">
              <w:t>Naše zn.</w:t>
            </w:r>
          </w:p>
        </w:tc>
        <w:tc>
          <w:tcPr>
            <w:tcW w:w="2552" w:type="dxa"/>
          </w:tcPr>
          <w:p w14:paraId="5F54FFF2" w14:textId="130BC8E9" w:rsidR="00A2469A" w:rsidRPr="003E6B9A" w:rsidRDefault="00DB5F80" w:rsidP="003916BC">
            <w:r w:rsidRPr="00DB5F80">
              <w:t>730/2021-SŽ-SSV-Ú3</w:t>
            </w:r>
          </w:p>
        </w:tc>
        <w:tc>
          <w:tcPr>
            <w:tcW w:w="823" w:type="dxa"/>
          </w:tcPr>
          <w:p w14:paraId="5AEBC4DF" w14:textId="77777777" w:rsidR="00A2469A" w:rsidRDefault="00A2469A" w:rsidP="0077673A"/>
        </w:tc>
        <w:tc>
          <w:tcPr>
            <w:tcW w:w="3685" w:type="dxa"/>
            <w:vMerge/>
          </w:tcPr>
          <w:p w14:paraId="21EC96AD" w14:textId="77777777" w:rsidR="00A2469A" w:rsidRDefault="00A2469A" w:rsidP="0077673A"/>
        </w:tc>
      </w:tr>
      <w:tr w:rsidR="00A2469A" w14:paraId="562D86CA" w14:textId="77777777" w:rsidTr="00F862D6">
        <w:tc>
          <w:tcPr>
            <w:tcW w:w="1020" w:type="dxa"/>
          </w:tcPr>
          <w:p w14:paraId="6BD70285" w14:textId="77777777" w:rsidR="00A2469A" w:rsidRDefault="00A2469A" w:rsidP="0077673A">
            <w:r>
              <w:t>Listů/příloh</w:t>
            </w:r>
          </w:p>
        </w:tc>
        <w:tc>
          <w:tcPr>
            <w:tcW w:w="2552" w:type="dxa"/>
          </w:tcPr>
          <w:p w14:paraId="3288988F" w14:textId="77777777" w:rsidR="00A2469A" w:rsidRPr="003E6B9A" w:rsidRDefault="00A2469A" w:rsidP="003916BC">
            <w:r>
              <w:t>1</w:t>
            </w:r>
            <w:r w:rsidRPr="003E6B9A">
              <w:t>/0</w:t>
            </w:r>
          </w:p>
        </w:tc>
        <w:tc>
          <w:tcPr>
            <w:tcW w:w="823" w:type="dxa"/>
          </w:tcPr>
          <w:p w14:paraId="3D5183AF" w14:textId="77777777" w:rsidR="00A2469A" w:rsidRDefault="00A2469A" w:rsidP="0077673A"/>
        </w:tc>
        <w:tc>
          <w:tcPr>
            <w:tcW w:w="3685" w:type="dxa"/>
            <w:vMerge/>
          </w:tcPr>
          <w:p w14:paraId="7B35B354" w14:textId="77777777" w:rsidR="00A2469A" w:rsidRDefault="00A2469A" w:rsidP="0077673A">
            <w:pPr>
              <w:rPr>
                <w:noProof/>
              </w:rPr>
            </w:pPr>
          </w:p>
        </w:tc>
      </w:tr>
      <w:tr w:rsidR="00A2469A" w14:paraId="0CDEF65A" w14:textId="77777777" w:rsidTr="00B23CA3">
        <w:trPr>
          <w:trHeight w:val="77"/>
        </w:trPr>
        <w:tc>
          <w:tcPr>
            <w:tcW w:w="1020" w:type="dxa"/>
          </w:tcPr>
          <w:p w14:paraId="2B98D52A" w14:textId="77777777" w:rsidR="00A2469A" w:rsidRDefault="00A2469A" w:rsidP="0077673A"/>
        </w:tc>
        <w:tc>
          <w:tcPr>
            <w:tcW w:w="2552" w:type="dxa"/>
          </w:tcPr>
          <w:p w14:paraId="213687AC" w14:textId="77777777" w:rsidR="00A2469A" w:rsidRPr="003E6B9A" w:rsidRDefault="00A2469A" w:rsidP="003916BC"/>
        </w:tc>
        <w:tc>
          <w:tcPr>
            <w:tcW w:w="823" w:type="dxa"/>
          </w:tcPr>
          <w:p w14:paraId="43FF9C0A" w14:textId="77777777" w:rsidR="00A2469A" w:rsidRDefault="00A2469A" w:rsidP="0077673A"/>
        </w:tc>
        <w:tc>
          <w:tcPr>
            <w:tcW w:w="3685" w:type="dxa"/>
            <w:vMerge/>
          </w:tcPr>
          <w:p w14:paraId="4011FB35" w14:textId="77777777" w:rsidR="00A2469A" w:rsidRDefault="00A2469A" w:rsidP="0077673A"/>
        </w:tc>
      </w:tr>
      <w:tr w:rsidR="00A2469A" w14:paraId="77CA0BE6" w14:textId="77777777" w:rsidTr="00F862D6">
        <w:tc>
          <w:tcPr>
            <w:tcW w:w="1020" w:type="dxa"/>
          </w:tcPr>
          <w:p w14:paraId="609D82DB" w14:textId="77777777" w:rsidR="00A2469A" w:rsidRDefault="00A2469A" w:rsidP="0077673A">
            <w:r>
              <w:t>Vyřizuje</w:t>
            </w:r>
          </w:p>
        </w:tc>
        <w:tc>
          <w:tcPr>
            <w:tcW w:w="2552" w:type="dxa"/>
          </w:tcPr>
          <w:p w14:paraId="15B1F330" w14:textId="77777777" w:rsidR="00A2469A" w:rsidRPr="003E6B9A" w:rsidRDefault="00A2469A" w:rsidP="003916BC">
            <w:r w:rsidRPr="006F7BE2">
              <w:t>Ing. Radomíra Rečková</w:t>
            </w:r>
          </w:p>
        </w:tc>
        <w:tc>
          <w:tcPr>
            <w:tcW w:w="823" w:type="dxa"/>
          </w:tcPr>
          <w:p w14:paraId="66CB33EE" w14:textId="77777777" w:rsidR="00A2469A" w:rsidRDefault="00A2469A" w:rsidP="0077673A"/>
        </w:tc>
        <w:tc>
          <w:tcPr>
            <w:tcW w:w="3685" w:type="dxa"/>
            <w:vMerge/>
          </w:tcPr>
          <w:p w14:paraId="1C9413D8" w14:textId="77777777" w:rsidR="00A2469A" w:rsidRDefault="00A2469A" w:rsidP="0077673A"/>
        </w:tc>
      </w:tr>
      <w:tr w:rsidR="00A2469A" w14:paraId="4D075451" w14:textId="77777777" w:rsidTr="00F862D6">
        <w:tc>
          <w:tcPr>
            <w:tcW w:w="1020" w:type="dxa"/>
          </w:tcPr>
          <w:p w14:paraId="1D376CDE" w14:textId="77777777" w:rsidR="00A2469A" w:rsidRDefault="00A2469A" w:rsidP="009A7568"/>
        </w:tc>
        <w:tc>
          <w:tcPr>
            <w:tcW w:w="2552" w:type="dxa"/>
          </w:tcPr>
          <w:p w14:paraId="7258534B" w14:textId="77777777" w:rsidR="00A2469A" w:rsidRPr="003E6B9A" w:rsidRDefault="00A2469A" w:rsidP="003916BC"/>
        </w:tc>
        <w:tc>
          <w:tcPr>
            <w:tcW w:w="823" w:type="dxa"/>
          </w:tcPr>
          <w:p w14:paraId="41804B7F" w14:textId="77777777" w:rsidR="00A2469A" w:rsidRDefault="00A2469A" w:rsidP="009A7568"/>
        </w:tc>
        <w:tc>
          <w:tcPr>
            <w:tcW w:w="3685" w:type="dxa"/>
            <w:vMerge/>
          </w:tcPr>
          <w:p w14:paraId="71DD2CA9" w14:textId="77777777" w:rsidR="00A2469A" w:rsidRDefault="00A2469A" w:rsidP="009A7568"/>
        </w:tc>
      </w:tr>
      <w:tr w:rsidR="00A2469A" w14:paraId="5CFF277E" w14:textId="77777777" w:rsidTr="00F862D6">
        <w:tc>
          <w:tcPr>
            <w:tcW w:w="1020" w:type="dxa"/>
          </w:tcPr>
          <w:p w14:paraId="2D3A8A42" w14:textId="77777777" w:rsidR="00A2469A" w:rsidRDefault="00A2469A" w:rsidP="009A7568">
            <w:r>
              <w:t>Mobil</w:t>
            </w:r>
          </w:p>
        </w:tc>
        <w:tc>
          <w:tcPr>
            <w:tcW w:w="2552" w:type="dxa"/>
          </w:tcPr>
          <w:p w14:paraId="39D6CFDB" w14:textId="77777777" w:rsidR="00A2469A" w:rsidRPr="003E6B9A" w:rsidRDefault="00A2469A" w:rsidP="003916BC">
            <w:r>
              <w:t>+420 725 744 197</w:t>
            </w:r>
          </w:p>
        </w:tc>
        <w:tc>
          <w:tcPr>
            <w:tcW w:w="823" w:type="dxa"/>
          </w:tcPr>
          <w:p w14:paraId="00F0E226" w14:textId="77777777" w:rsidR="00A2469A" w:rsidRDefault="00A2469A" w:rsidP="009A7568"/>
        </w:tc>
        <w:tc>
          <w:tcPr>
            <w:tcW w:w="3685" w:type="dxa"/>
            <w:vMerge/>
          </w:tcPr>
          <w:p w14:paraId="34207A43" w14:textId="77777777" w:rsidR="00A2469A" w:rsidRDefault="00A2469A" w:rsidP="009A7568"/>
        </w:tc>
      </w:tr>
      <w:tr w:rsidR="00A2469A" w14:paraId="2C2EA71E" w14:textId="77777777" w:rsidTr="00F862D6">
        <w:tc>
          <w:tcPr>
            <w:tcW w:w="1020" w:type="dxa"/>
          </w:tcPr>
          <w:p w14:paraId="439AF93B" w14:textId="77777777" w:rsidR="00A2469A" w:rsidRDefault="00A2469A" w:rsidP="009A7568">
            <w:r>
              <w:t>E-mail</w:t>
            </w:r>
          </w:p>
        </w:tc>
        <w:tc>
          <w:tcPr>
            <w:tcW w:w="2552" w:type="dxa"/>
          </w:tcPr>
          <w:p w14:paraId="2B583689" w14:textId="77777777" w:rsidR="00A2469A" w:rsidRPr="003E6B9A" w:rsidRDefault="00A2469A" w:rsidP="003916BC">
            <w:r w:rsidRPr="001727F5">
              <w:t>Reckova@spravazeleznic.cz</w:t>
            </w:r>
          </w:p>
        </w:tc>
        <w:tc>
          <w:tcPr>
            <w:tcW w:w="823" w:type="dxa"/>
          </w:tcPr>
          <w:p w14:paraId="7230E109" w14:textId="77777777" w:rsidR="00A2469A" w:rsidRDefault="00A2469A" w:rsidP="009A7568"/>
        </w:tc>
        <w:tc>
          <w:tcPr>
            <w:tcW w:w="3685" w:type="dxa"/>
            <w:vMerge/>
          </w:tcPr>
          <w:p w14:paraId="58360A1C" w14:textId="77777777" w:rsidR="00A2469A" w:rsidRDefault="00A2469A" w:rsidP="009A7568"/>
        </w:tc>
      </w:tr>
      <w:tr w:rsidR="009A7568" w14:paraId="10A73665" w14:textId="77777777" w:rsidTr="00F862D6">
        <w:tc>
          <w:tcPr>
            <w:tcW w:w="1020" w:type="dxa"/>
          </w:tcPr>
          <w:p w14:paraId="14CE06AA" w14:textId="77777777" w:rsidR="009A7568" w:rsidRDefault="009A7568" w:rsidP="009A7568"/>
        </w:tc>
        <w:tc>
          <w:tcPr>
            <w:tcW w:w="2552" w:type="dxa"/>
          </w:tcPr>
          <w:p w14:paraId="3EE2564A" w14:textId="77777777" w:rsidR="009A7568" w:rsidRPr="003E6B9A" w:rsidRDefault="009A7568" w:rsidP="009A7568"/>
        </w:tc>
        <w:tc>
          <w:tcPr>
            <w:tcW w:w="823" w:type="dxa"/>
          </w:tcPr>
          <w:p w14:paraId="0C152702" w14:textId="77777777" w:rsidR="009A7568" w:rsidRDefault="009A7568" w:rsidP="009A7568"/>
        </w:tc>
        <w:tc>
          <w:tcPr>
            <w:tcW w:w="3685" w:type="dxa"/>
          </w:tcPr>
          <w:p w14:paraId="22862E34" w14:textId="77777777" w:rsidR="009A7568" w:rsidRDefault="009A7568" w:rsidP="009A7568"/>
        </w:tc>
      </w:tr>
      <w:tr w:rsidR="009A7568" w14:paraId="2B498681" w14:textId="77777777" w:rsidTr="00F862D6">
        <w:tc>
          <w:tcPr>
            <w:tcW w:w="1020" w:type="dxa"/>
          </w:tcPr>
          <w:p w14:paraId="79DE6853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64553BB9" w14:textId="4E441371" w:rsidR="009A7568" w:rsidRPr="003E6B9A" w:rsidRDefault="00F27FFC" w:rsidP="009A7568">
            <w:bookmarkStart w:id="0" w:name="Datum"/>
            <w:r>
              <w:t>18. ledna 2021</w:t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34E126E9" w14:textId="77777777" w:rsidR="009A7568" w:rsidRDefault="009A7568" w:rsidP="009A7568"/>
        </w:tc>
        <w:tc>
          <w:tcPr>
            <w:tcW w:w="3685" w:type="dxa"/>
          </w:tcPr>
          <w:p w14:paraId="3C9E9867" w14:textId="77777777" w:rsidR="009A7568" w:rsidRDefault="009A7568" w:rsidP="009A7568"/>
        </w:tc>
      </w:tr>
      <w:tr w:rsidR="00F64786" w14:paraId="542D224C" w14:textId="77777777" w:rsidTr="00F862D6">
        <w:tc>
          <w:tcPr>
            <w:tcW w:w="1020" w:type="dxa"/>
          </w:tcPr>
          <w:p w14:paraId="3EB9C999" w14:textId="77777777" w:rsidR="00F64786" w:rsidRDefault="00F64786" w:rsidP="0077673A"/>
        </w:tc>
        <w:tc>
          <w:tcPr>
            <w:tcW w:w="2552" w:type="dxa"/>
          </w:tcPr>
          <w:p w14:paraId="7877B80A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3DC4016" w14:textId="77777777" w:rsidR="00F64786" w:rsidRDefault="00F64786" w:rsidP="0077673A"/>
        </w:tc>
        <w:tc>
          <w:tcPr>
            <w:tcW w:w="3685" w:type="dxa"/>
          </w:tcPr>
          <w:p w14:paraId="5393478F" w14:textId="77777777" w:rsidR="00F64786" w:rsidRDefault="00F64786" w:rsidP="0077673A"/>
        </w:tc>
      </w:tr>
      <w:tr w:rsidR="00F862D6" w14:paraId="7EDECBA4" w14:textId="77777777" w:rsidTr="00B45E9E">
        <w:trPr>
          <w:trHeight w:val="794"/>
        </w:trPr>
        <w:tc>
          <w:tcPr>
            <w:tcW w:w="1020" w:type="dxa"/>
          </w:tcPr>
          <w:p w14:paraId="6289A648" w14:textId="77777777" w:rsidR="00F862D6" w:rsidRDefault="00F862D6" w:rsidP="0077673A"/>
        </w:tc>
        <w:tc>
          <w:tcPr>
            <w:tcW w:w="2552" w:type="dxa"/>
          </w:tcPr>
          <w:p w14:paraId="55BD0ED7" w14:textId="77777777" w:rsidR="00F862D6" w:rsidRDefault="00F862D6" w:rsidP="00F310F8"/>
        </w:tc>
        <w:tc>
          <w:tcPr>
            <w:tcW w:w="823" w:type="dxa"/>
          </w:tcPr>
          <w:p w14:paraId="50EF4384" w14:textId="77777777" w:rsidR="00F862D6" w:rsidRDefault="00F862D6" w:rsidP="0077673A"/>
        </w:tc>
        <w:tc>
          <w:tcPr>
            <w:tcW w:w="3685" w:type="dxa"/>
          </w:tcPr>
          <w:p w14:paraId="05FE10FF" w14:textId="77777777" w:rsidR="00F862D6" w:rsidRDefault="00F862D6" w:rsidP="0077673A"/>
        </w:tc>
      </w:tr>
    </w:tbl>
    <w:p w14:paraId="44375DF2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C1197C" w:rsidRPr="00C1197C">
        <w:rPr>
          <w:rFonts w:eastAsia="Times New Roman" w:cs="Arial"/>
          <w:b/>
          <w:color w:val="000000"/>
          <w:lang w:eastAsia="cs-CZ"/>
        </w:rPr>
        <w:t>Adamov – Blansko, BC</w:t>
      </w:r>
    </w:p>
    <w:p w14:paraId="1B1BE110" w14:textId="6F80B08E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C25CE">
        <w:rPr>
          <w:rFonts w:eastAsia="Calibri" w:cs="Times New Roman"/>
          <w:lang w:eastAsia="cs-CZ"/>
        </w:rPr>
        <w:t xml:space="preserve">Vysvětlení/ změna/ doplnění zadávací dokumentace č. </w:t>
      </w:r>
      <w:r w:rsidR="005B40A3">
        <w:rPr>
          <w:rFonts w:eastAsia="Times New Roman" w:cs="Times New Roman"/>
          <w:lang w:eastAsia="cs-CZ"/>
        </w:rPr>
        <w:t>2</w:t>
      </w:r>
      <w:r w:rsidRPr="00EC25CE">
        <w:rPr>
          <w:rFonts w:eastAsia="Calibri" w:cs="Times New Roman"/>
          <w:lang w:eastAsia="cs-CZ"/>
        </w:rPr>
        <w:t xml:space="preserve"> </w:t>
      </w:r>
    </w:p>
    <w:p w14:paraId="1795D5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6A30C7B7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6C6AB5F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4D36938" w14:textId="77ACBF7F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</w:t>
      </w:r>
      <w:r w:rsidR="00A21DAB">
        <w:rPr>
          <w:rFonts w:eastAsia="Calibri" w:cs="Times New Roman"/>
          <w:b/>
          <w:lang w:eastAsia="cs-CZ"/>
        </w:rPr>
        <w:t>7</w:t>
      </w:r>
      <w:r w:rsidRPr="00BD5319">
        <w:rPr>
          <w:rFonts w:eastAsia="Calibri" w:cs="Times New Roman"/>
          <w:b/>
          <w:lang w:eastAsia="cs-CZ"/>
        </w:rPr>
        <w:t>:</w:t>
      </w:r>
    </w:p>
    <w:p w14:paraId="3D0A3030" w14:textId="05B4941A" w:rsidR="00A21DAB" w:rsidRDefault="00A21DAB" w:rsidP="00252D3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21DAB">
        <w:rPr>
          <w:rFonts w:eastAsia="Calibri" w:cs="Times New Roman"/>
          <w:lang w:eastAsia="cs-CZ"/>
        </w:rPr>
        <w:t xml:space="preserve">SO26-17-01: soupis prací neobsahuje položku pro odvoz odpadu z recyklace na skládku (skládkovné dle </w:t>
      </w:r>
      <w:proofErr w:type="gramStart"/>
      <w:r w:rsidRPr="00A21DAB">
        <w:rPr>
          <w:rFonts w:eastAsia="Calibri" w:cs="Times New Roman"/>
          <w:lang w:eastAsia="cs-CZ"/>
        </w:rPr>
        <w:t>pol.č.</w:t>
      </w:r>
      <w:proofErr w:type="gramEnd"/>
      <w:r w:rsidRPr="00A21DAB">
        <w:rPr>
          <w:rFonts w:eastAsia="Calibri" w:cs="Times New Roman"/>
          <w:lang w:eastAsia="cs-CZ"/>
        </w:rPr>
        <w:t>1 soupisu prací). Prosíme o doplnění položky.</w:t>
      </w:r>
    </w:p>
    <w:p w14:paraId="2128353A" w14:textId="4AE771C3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651AD35E" w14:textId="10844721" w:rsidR="00BD5319" w:rsidRDefault="009151F1" w:rsidP="00BD5319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  <w:r w:rsidRPr="00252D37">
        <w:rPr>
          <w:rFonts w:eastAsia="Calibri" w:cs="Times New Roman"/>
          <w:i/>
          <w:lang w:eastAsia="cs-CZ"/>
        </w:rPr>
        <w:t>Byly doplněny dvě R položky – pro dopravu části recyklovaného štěrku na skládku S-OO vzdálenou 40 km a pro dopravu části recyklovaného štěrku na skládku S-NO vzdálenou 70 km.</w:t>
      </w:r>
    </w:p>
    <w:p w14:paraId="3DA97FFA" w14:textId="77777777" w:rsidR="009151F1" w:rsidRPr="00BD5319" w:rsidRDefault="009151F1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88A81F3" w14:textId="69823896" w:rsidR="00995D10" w:rsidRPr="00BD5319" w:rsidRDefault="00995D10" w:rsidP="00995D1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A21DAB">
        <w:rPr>
          <w:rFonts w:eastAsia="Calibri" w:cs="Times New Roman"/>
          <w:b/>
          <w:lang w:eastAsia="cs-CZ"/>
        </w:rPr>
        <w:t>18</w:t>
      </w:r>
      <w:r w:rsidRPr="00BD5319">
        <w:rPr>
          <w:rFonts w:eastAsia="Calibri" w:cs="Times New Roman"/>
          <w:b/>
          <w:lang w:eastAsia="cs-CZ"/>
        </w:rPr>
        <w:t>:</w:t>
      </w:r>
    </w:p>
    <w:p w14:paraId="21FFDAE1" w14:textId="13BB8DDC" w:rsidR="00A21DAB" w:rsidRDefault="00A21DAB" w:rsidP="00252D3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21DAB">
        <w:rPr>
          <w:rFonts w:eastAsia="Calibri" w:cs="Times New Roman"/>
          <w:lang w:eastAsia="cs-CZ"/>
        </w:rPr>
        <w:t xml:space="preserve">SO26-17-01: </w:t>
      </w:r>
      <w:proofErr w:type="gramStart"/>
      <w:r w:rsidRPr="00A21DAB">
        <w:rPr>
          <w:rFonts w:eastAsia="Calibri" w:cs="Times New Roman"/>
          <w:lang w:eastAsia="cs-CZ"/>
        </w:rPr>
        <w:t>pol.č.</w:t>
      </w:r>
      <w:proofErr w:type="gramEnd"/>
      <w:r w:rsidRPr="00A21DAB">
        <w:rPr>
          <w:rFonts w:eastAsia="Calibri" w:cs="Times New Roman"/>
          <w:lang w:eastAsia="cs-CZ"/>
        </w:rPr>
        <w:t xml:space="preserve">17 a 18 soupisu prací reprezentují vkládané LIS. Výměry položek odpovídají počtu poloh, do kterých mají být </w:t>
      </w:r>
      <w:proofErr w:type="spellStart"/>
      <w:r w:rsidRPr="00A21DAB">
        <w:rPr>
          <w:rFonts w:eastAsia="Calibri" w:cs="Times New Roman"/>
          <w:lang w:eastAsia="cs-CZ"/>
        </w:rPr>
        <w:t>LISy</w:t>
      </w:r>
      <w:proofErr w:type="spellEnd"/>
      <w:r w:rsidRPr="00A21DAB">
        <w:rPr>
          <w:rFonts w:eastAsia="Calibri" w:cs="Times New Roman"/>
          <w:lang w:eastAsia="cs-CZ"/>
        </w:rPr>
        <w:t xml:space="preserve"> vloženy. V každé poloze však budou zřízeny 2ks LIS (1ks v každém kolejnicovém pasu), proto by měly být výměry položek dvojnásobné. Prosíme </w:t>
      </w:r>
      <w:r w:rsidR="00130EC7">
        <w:rPr>
          <w:rFonts w:eastAsia="Calibri" w:cs="Times New Roman"/>
          <w:lang w:eastAsia="cs-CZ"/>
        </w:rPr>
        <w:br/>
      </w:r>
      <w:bookmarkStart w:id="1" w:name="_GoBack"/>
      <w:bookmarkEnd w:id="1"/>
      <w:r w:rsidRPr="00A21DAB">
        <w:rPr>
          <w:rFonts w:eastAsia="Calibri" w:cs="Times New Roman"/>
          <w:lang w:eastAsia="cs-CZ"/>
        </w:rPr>
        <w:t>o opravu výměr položek.</w:t>
      </w:r>
    </w:p>
    <w:p w14:paraId="6D82DD11" w14:textId="6F7CB796" w:rsidR="00A21DAB" w:rsidRDefault="00A21DAB" w:rsidP="00A21DAB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59214110" w14:textId="5B233FE5" w:rsidR="00995D10" w:rsidRPr="00252D37" w:rsidRDefault="009151F1" w:rsidP="00995D10">
      <w:pPr>
        <w:spacing w:after="0" w:line="240" w:lineRule="auto"/>
        <w:rPr>
          <w:rFonts w:eastAsia="Calibri" w:cs="Times New Roman"/>
          <w:i/>
          <w:lang w:eastAsia="cs-CZ"/>
        </w:rPr>
      </w:pPr>
      <w:r w:rsidRPr="00252D37">
        <w:rPr>
          <w:rFonts w:eastAsia="Calibri" w:cs="Times New Roman"/>
          <w:i/>
          <w:lang w:eastAsia="cs-CZ"/>
        </w:rPr>
        <w:t>V obou položkách byl opraven počet kusů na dvojnásobek.</w:t>
      </w:r>
    </w:p>
    <w:p w14:paraId="7257263B" w14:textId="77777777" w:rsidR="009151F1" w:rsidRDefault="009151F1" w:rsidP="00995D10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BC9FA78" w14:textId="7B1C2698" w:rsidR="00995D10" w:rsidRDefault="00995D10" w:rsidP="00995D1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A21DAB">
        <w:rPr>
          <w:rFonts w:eastAsia="Calibri" w:cs="Times New Roman"/>
          <w:b/>
          <w:lang w:eastAsia="cs-CZ"/>
        </w:rPr>
        <w:t>19</w:t>
      </w:r>
      <w:r w:rsidRPr="00BD5319">
        <w:rPr>
          <w:rFonts w:eastAsia="Calibri" w:cs="Times New Roman"/>
          <w:b/>
          <w:lang w:eastAsia="cs-CZ"/>
        </w:rPr>
        <w:t>:</w:t>
      </w:r>
    </w:p>
    <w:p w14:paraId="3846F505" w14:textId="316E2D47" w:rsidR="00A21DAB" w:rsidRPr="00EC25CE" w:rsidRDefault="00A21DAB" w:rsidP="00252D3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21DAB">
        <w:rPr>
          <w:rFonts w:eastAsia="Calibri" w:cs="Times New Roman"/>
          <w:lang w:eastAsia="cs-CZ"/>
        </w:rPr>
        <w:t xml:space="preserve">SO26-17-01: </w:t>
      </w:r>
      <w:proofErr w:type="gramStart"/>
      <w:r w:rsidRPr="00A21DAB">
        <w:rPr>
          <w:rFonts w:eastAsia="Calibri" w:cs="Times New Roman"/>
          <w:lang w:eastAsia="cs-CZ"/>
        </w:rPr>
        <w:t>pol.č.</w:t>
      </w:r>
      <w:proofErr w:type="gramEnd"/>
      <w:r w:rsidRPr="00A21DAB">
        <w:rPr>
          <w:rFonts w:eastAsia="Calibri" w:cs="Times New Roman"/>
          <w:lang w:eastAsia="cs-CZ"/>
        </w:rPr>
        <w:t>25 soupisu prací reprezentuje montáž protihlukových bokovnic. Pro lepší přehlednost navrhujeme, aby zadavatel změnil měrnou jednotku této položky na běžný metr koleje; výměra by pak byla 161+163=324m. Provede zadavatel tuto změnu?</w:t>
      </w:r>
    </w:p>
    <w:p w14:paraId="15329DE1" w14:textId="77777777" w:rsidR="00A21DAB" w:rsidRDefault="00A21DAB" w:rsidP="00A21DAB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3B887204" w14:textId="61963D21" w:rsidR="00C1197C" w:rsidRPr="00252D37" w:rsidRDefault="009151F1" w:rsidP="00BD5319">
      <w:pPr>
        <w:spacing w:after="0" w:line="240" w:lineRule="auto"/>
        <w:rPr>
          <w:rFonts w:eastAsia="Calibri" w:cs="Times New Roman"/>
          <w:i/>
          <w:lang w:eastAsia="cs-CZ"/>
        </w:rPr>
      </w:pPr>
      <w:r w:rsidRPr="00252D37">
        <w:rPr>
          <w:rFonts w:eastAsia="Calibri" w:cs="Times New Roman"/>
          <w:i/>
          <w:lang w:eastAsia="cs-CZ"/>
        </w:rPr>
        <w:t>Tato R-položka byla přepočtena na měrnou jednotku běžný metr koleje.</w:t>
      </w:r>
    </w:p>
    <w:p w14:paraId="5042214E" w14:textId="77777777" w:rsidR="009151F1" w:rsidRDefault="009151F1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C8AD2A6" w14:textId="128619B5" w:rsidR="00EC25CE" w:rsidRDefault="00EC25CE" w:rsidP="00EC25C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A21DAB">
        <w:rPr>
          <w:rFonts w:eastAsia="Calibri" w:cs="Times New Roman"/>
          <w:b/>
          <w:lang w:eastAsia="cs-CZ"/>
        </w:rPr>
        <w:t>20</w:t>
      </w:r>
      <w:r w:rsidRPr="00BD5319">
        <w:rPr>
          <w:rFonts w:eastAsia="Calibri" w:cs="Times New Roman"/>
          <w:b/>
          <w:lang w:eastAsia="cs-CZ"/>
        </w:rPr>
        <w:t>:</w:t>
      </w:r>
    </w:p>
    <w:p w14:paraId="05ADF4D0" w14:textId="6F515D5F" w:rsidR="00A21DAB" w:rsidRDefault="00A21DAB" w:rsidP="00252D3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21DAB">
        <w:rPr>
          <w:rFonts w:eastAsia="Calibri" w:cs="Times New Roman"/>
          <w:lang w:eastAsia="cs-CZ"/>
        </w:rPr>
        <w:t xml:space="preserve">SO26-17-01: </w:t>
      </w:r>
      <w:proofErr w:type="gramStart"/>
      <w:r w:rsidRPr="00A21DAB">
        <w:rPr>
          <w:rFonts w:eastAsia="Calibri" w:cs="Times New Roman"/>
          <w:lang w:eastAsia="cs-CZ"/>
        </w:rPr>
        <w:t>pol.č.</w:t>
      </w:r>
      <w:proofErr w:type="gramEnd"/>
      <w:r w:rsidRPr="00A21DAB">
        <w:rPr>
          <w:rFonts w:eastAsia="Calibri" w:cs="Times New Roman"/>
          <w:lang w:eastAsia="cs-CZ"/>
        </w:rPr>
        <w:t xml:space="preserve">16 má chybnou výměru. Chyba vznikla pravděpodobně v tabulce v příloze Technické zprávy; </w:t>
      </w:r>
      <w:proofErr w:type="gramStart"/>
      <w:r w:rsidRPr="00A21DAB">
        <w:rPr>
          <w:rFonts w:eastAsia="Calibri" w:cs="Times New Roman"/>
          <w:lang w:eastAsia="cs-CZ"/>
        </w:rPr>
        <w:t>v 1.TK</w:t>
      </w:r>
      <w:proofErr w:type="gramEnd"/>
      <w:r w:rsidRPr="00A21DAB">
        <w:rPr>
          <w:rFonts w:eastAsia="Calibri" w:cs="Times New Roman"/>
          <w:lang w:eastAsia="cs-CZ"/>
        </w:rPr>
        <w:t xml:space="preserve"> km 173,892287-175,333121 je uvedena délka 2139,599m, správně má být 1440,834m. Celková výměra </w:t>
      </w:r>
      <w:proofErr w:type="gramStart"/>
      <w:r w:rsidRPr="00A21DAB">
        <w:rPr>
          <w:rFonts w:eastAsia="Calibri" w:cs="Times New Roman"/>
          <w:lang w:eastAsia="cs-CZ"/>
        </w:rPr>
        <w:t>pol.č.</w:t>
      </w:r>
      <w:proofErr w:type="gramEnd"/>
      <w:r w:rsidRPr="00A21DAB">
        <w:rPr>
          <w:rFonts w:eastAsia="Calibri" w:cs="Times New Roman"/>
          <w:lang w:eastAsia="cs-CZ"/>
        </w:rPr>
        <w:t xml:space="preserve">16 by pak měla být 9 436,848m. V návaznosti je potřeba upravit též výměru </w:t>
      </w:r>
      <w:proofErr w:type="gramStart"/>
      <w:r w:rsidRPr="00A21DAB">
        <w:rPr>
          <w:rFonts w:eastAsia="Calibri" w:cs="Times New Roman"/>
          <w:lang w:eastAsia="cs-CZ"/>
        </w:rPr>
        <w:t>pol.č.</w:t>
      </w:r>
      <w:proofErr w:type="gramEnd"/>
      <w:r w:rsidRPr="00A21DAB">
        <w:rPr>
          <w:rFonts w:eastAsia="Calibri" w:cs="Times New Roman"/>
          <w:lang w:eastAsia="cs-CZ"/>
        </w:rPr>
        <w:t>21</w:t>
      </w:r>
    </w:p>
    <w:p w14:paraId="2F46F99A" w14:textId="7D958CDA" w:rsidR="00A21DAB" w:rsidRDefault="00A21DAB" w:rsidP="00A21DAB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156E3259" w14:textId="7F8FD6E5" w:rsidR="00C859F4" w:rsidRPr="00252D37" w:rsidRDefault="009151F1" w:rsidP="00252D37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252D37">
        <w:rPr>
          <w:rFonts w:eastAsia="Calibri" w:cs="Times New Roman"/>
          <w:i/>
          <w:lang w:eastAsia="cs-CZ"/>
        </w:rPr>
        <w:t>Ano chyba byla ve špatném součtu v buňce tabulky. Bylo opraveno v rozpočtu i v příloze technické zprávy. Výměra v položce č. 21 byla počítána rozdílem staničení na začátku a konci celého úseku, je správná.</w:t>
      </w:r>
    </w:p>
    <w:p w14:paraId="4C341876" w14:textId="77777777" w:rsidR="009151F1" w:rsidRPr="00BD5319" w:rsidRDefault="009151F1" w:rsidP="00EC25C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DF5349D" w14:textId="16501495" w:rsidR="00EC25CE" w:rsidRPr="00BD5319" w:rsidRDefault="00EC25CE" w:rsidP="00EC25C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A21DAB">
        <w:rPr>
          <w:rFonts w:eastAsia="Calibri" w:cs="Times New Roman"/>
          <w:b/>
          <w:lang w:eastAsia="cs-CZ"/>
        </w:rPr>
        <w:t>21</w:t>
      </w:r>
      <w:r w:rsidRPr="00BD5319">
        <w:rPr>
          <w:rFonts w:eastAsia="Calibri" w:cs="Times New Roman"/>
          <w:b/>
          <w:lang w:eastAsia="cs-CZ"/>
        </w:rPr>
        <w:t>:</w:t>
      </w:r>
    </w:p>
    <w:p w14:paraId="220947BA" w14:textId="2F4F1804" w:rsidR="00A21DAB" w:rsidRPr="00A21DAB" w:rsidRDefault="00A21DAB" w:rsidP="00252D3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21DAB">
        <w:rPr>
          <w:rFonts w:eastAsia="Calibri" w:cs="Times New Roman"/>
          <w:lang w:eastAsia="cs-CZ"/>
        </w:rPr>
        <w:t xml:space="preserve">SO26-17-01: kolejový rošt má být zřízen z různých kombinací kolejnic a pražců. Mají být použity různé kombinace kolejnic 60E2-R260 a 60E2-R350HT a pražců B91 S/1 s upevněním W14, W30HH a </w:t>
      </w:r>
      <w:proofErr w:type="spellStart"/>
      <w:r w:rsidRPr="00A21DAB">
        <w:rPr>
          <w:rFonts w:eastAsia="Calibri" w:cs="Times New Roman"/>
          <w:lang w:eastAsia="cs-CZ"/>
        </w:rPr>
        <w:t>podpražcovými</w:t>
      </w:r>
      <w:proofErr w:type="spellEnd"/>
      <w:r w:rsidRPr="00A21DAB">
        <w:rPr>
          <w:rFonts w:eastAsia="Calibri" w:cs="Times New Roman"/>
          <w:lang w:eastAsia="cs-CZ"/>
        </w:rPr>
        <w:t xml:space="preserve"> podložkami s tuhostí 0,36kN/mm3, 0,26kN/mm3, případně bez podložek. Přehledně je toto uvedeno v příloze Technické zprávy i s příslušnými výměrami. V soupisu prací jsou však pouze </w:t>
      </w:r>
      <w:proofErr w:type="gramStart"/>
      <w:r w:rsidRPr="00A21DAB">
        <w:rPr>
          <w:rFonts w:eastAsia="Calibri" w:cs="Times New Roman"/>
          <w:lang w:eastAsia="cs-CZ"/>
        </w:rPr>
        <w:t>pol.č.</w:t>
      </w:r>
      <w:proofErr w:type="gramEnd"/>
      <w:r w:rsidRPr="00A21DAB">
        <w:rPr>
          <w:rFonts w:eastAsia="Calibri" w:cs="Times New Roman"/>
          <w:lang w:eastAsia="cs-CZ"/>
        </w:rPr>
        <w:t xml:space="preserve">15 (kolej s kolejnicemi 60E2-R260) a pol.č.16 (kolej s kolejnicemi 60E2-R350HT). Cena různě vybavených pražců se však vzájemně liší a není je </w:t>
      </w:r>
      <w:r w:rsidRPr="00A21DAB">
        <w:rPr>
          <w:rFonts w:eastAsia="Calibri" w:cs="Times New Roman"/>
          <w:lang w:eastAsia="cs-CZ"/>
        </w:rPr>
        <w:lastRenderedPageBreak/>
        <w:t xml:space="preserve">proto možné ocenit do společné položky. Z toho důvodu prosíme rozdělit </w:t>
      </w:r>
      <w:proofErr w:type="gramStart"/>
      <w:r w:rsidRPr="00A21DAB">
        <w:rPr>
          <w:rFonts w:eastAsia="Calibri" w:cs="Times New Roman"/>
          <w:lang w:eastAsia="cs-CZ"/>
        </w:rPr>
        <w:t>pol.č.</w:t>
      </w:r>
      <w:proofErr w:type="gramEnd"/>
      <w:r w:rsidRPr="00A21DAB">
        <w:rPr>
          <w:rFonts w:eastAsia="Calibri" w:cs="Times New Roman"/>
          <w:lang w:eastAsia="cs-CZ"/>
        </w:rPr>
        <w:t>15 a 16 dle různého vybavení pražců (dle podložek a upevnění). Mělo by se jednat o tyto kombinace:</w:t>
      </w:r>
    </w:p>
    <w:p w14:paraId="59116FE1" w14:textId="77777777" w:rsidR="00A21DAB" w:rsidRPr="00A21DAB" w:rsidRDefault="00A21DAB" w:rsidP="00A21DAB">
      <w:pPr>
        <w:spacing w:after="0" w:line="240" w:lineRule="auto"/>
        <w:rPr>
          <w:rFonts w:eastAsia="Calibri" w:cs="Times New Roman"/>
          <w:lang w:eastAsia="cs-CZ"/>
        </w:rPr>
      </w:pPr>
      <w:r w:rsidRPr="00A21DAB">
        <w:rPr>
          <w:rFonts w:eastAsia="Calibri" w:cs="Times New Roman"/>
          <w:lang w:eastAsia="cs-CZ"/>
        </w:rPr>
        <w:t>-</w:t>
      </w:r>
      <w:r w:rsidRPr="00A21DAB">
        <w:rPr>
          <w:rFonts w:eastAsia="Calibri" w:cs="Times New Roman"/>
          <w:lang w:eastAsia="cs-CZ"/>
        </w:rPr>
        <w:tab/>
        <w:t>60E2-R260; B91 S/1 W14; bez podložek</w:t>
      </w:r>
      <w:r w:rsidRPr="00A21DAB">
        <w:rPr>
          <w:rFonts w:eastAsia="Calibri" w:cs="Times New Roman"/>
          <w:lang w:eastAsia="cs-CZ"/>
        </w:rPr>
        <w:tab/>
        <w:t>93,736m</w:t>
      </w:r>
    </w:p>
    <w:p w14:paraId="0CFDE541" w14:textId="77777777" w:rsidR="00A21DAB" w:rsidRPr="00A21DAB" w:rsidRDefault="00A21DAB" w:rsidP="00A21DAB">
      <w:pPr>
        <w:spacing w:after="0" w:line="240" w:lineRule="auto"/>
        <w:rPr>
          <w:rFonts w:eastAsia="Calibri" w:cs="Times New Roman"/>
          <w:lang w:eastAsia="cs-CZ"/>
        </w:rPr>
      </w:pPr>
      <w:r w:rsidRPr="00A21DAB">
        <w:rPr>
          <w:rFonts w:eastAsia="Calibri" w:cs="Times New Roman"/>
          <w:lang w:eastAsia="cs-CZ"/>
        </w:rPr>
        <w:t>-</w:t>
      </w:r>
      <w:r w:rsidRPr="00A21DAB">
        <w:rPr>
          <w:rFonts w:eastAsia="Calibri" w:cs="Times New Roman"/>
          <w:lang w:eastAsia="cs-CZ"/>
        </w:rPr>
        <w:tab/>
        <w:t>60E2-R260; B91 S/1 W14; 0,36kN/mm3</w:t>
      </w:r>
      <w:r w:rsidRPr="00A21DAB">
        <w:rPr>
          <w:rFonts w:eastAsia="Calibri" w:cs="Times New Roman"/>
          <w:lang w:eastAsia="cs-CZ"/>
        </w:rPr>
        <w:tab/>
        <w:t>2458,066m</w:t>
      </w:r>
    </w:p>
    <w:p w14:paraId="0350B247" w14:textId="77777777" w:rsidR="00A21DAB" w:rsidRPr="00A21DAB" w:rsidRDefault="00A21DAB" w:rsidP="00A21DAB">
      <w:pPr>
        <w:spacing w:after="0" w:line="240" w:lineRule="auto"/>
        <w:rPr>
          <w:rFonts w:eastAsia="Calibri" w:cs="Times New Roman"/>
          <w:lang w:eastAsia="cs-CZ"/>
        </w:rPr>
      </w:pPr>
      <w:r w:rsidRPr="00A21DAB">
        <w:rPr>
          <w:rFonts w:eastAsia="Calibri" w:cs="Times New Roman"/>
          <w:lang w:eastAsia="cs-CZ"/>
        </w:rPr>
        <w:t>-</w:t>
      </w:r>
      <w:r w:rsidRPr="00A21DAB">
        <w:rPr>
          <w:rFonts w:eastAsia="Calibri" w:cs="Times New Roman"/>
          <w:lang w:eastAsia="cs-CZ"/>
        </w:rPr>
        <w:tab/>
        <w:t>60E2-R260; B91 S/1 W30HH; 0,36kN/mm3</w:t>
      </w:r>
      <w:r w:rsidRPr="00A21DAB">
        <w:rPr>
          <w:rFonts w:eastAsia="Calibri" w:cs="Times New Roman"/>
          <w:lang w:eastAsia="cs-CZ"/>
        </w:rPr>
        <w:tab/>
        <w:t>1233,091m</w:t>
      </w:r>
    </w:p>
    <w:p w14:paraId="49D40218" w14:textId="77777777" w:rsidR="00A21DAB" w:rsidRPr="00A21DAB" w:rsidRDefault="00A21DAB" w:rsidP="00A21DAB">
      <w:pPr>
        <w:spacing w:after="0" w:line="240" w:lineRule="auto"/>
        <w:rPr>
          <w:rFonts w:eastAsia="Calibri" w:cs="Times New Roman"/>
          <w:lang w:eastAsia="cs-CZ"/>
        </w:rPr>
      </w:pPr>
      <w:r w:rsidRPr="00A21DAB">
        <w:rPr>
          <w:rFonts w:eastAsia="Calibri" w:cs="Times New Roman"/>
          <w:lang w:eastAsia="cs-CZ"/>
        </w:rPr>
        <w:t>-</w:t>
      </w:r>
      <w:r w:rsidRPr="00A21DAB">
        <w:rPr>
          <w:rFonts w:eastAsia="Calibri" w:cs="Times New Roman"/>
          <w:lang w:eastAsia="cs-CZ"/>
        </w:rPr>
        <w:tab/>
        <w:t>60E2-R260; B91 S/1 W30HH; 0,26kN/mm3</w:t>
      </w:r>
      <w:r w:rsidRPr="00A21DAB">
        <w:rPr>
          <w:rFonts w:eastAsia="Calibri" w:cs="Times New Roman"/>
          <w:lang w:eastAsia="cs-CZ"/>
        </w:rPr>
        <w:tab/>
        <w:t>105,939m</w:t>
      </w:r>
    </w:p>
    <w:p w14:paraId="65612451" w14:textId="77777777" w:rsidR="00A21DAB" w:rsidRPr="00A21DAB" w:rsidRDefault="00A21DAB" w:rsidP="00A21DAB">
      <w:pPr>
        <w:spacing w:after="0" w:line="240" w:lineRule="auto"/>
        <w:rPr>
          <w:rFonts w:eastAsia="Calibri" w:cs="Times New Roman"/>
          <w:lang w:eastAsia="cs-CZ"/>
        </w:rPr>
      </w:pPr>
      <w:r w:rsidRPr="00A21DAB">
        <w:rPr>
          <w:rFonts w:eastAsia="Calibri" w:cs="Times New Roman"/>
          <w:lang w:eastAsia="cs-CZ"/>
        </w:rPr>
        <w:t>-</w:t>
      </w:r>
      <w:r w:rsidRPr="00A21DAB">
        <w:rPr>
          <w:rFonts w:eastAsia="Calibri" w:cs="Times New Roman"/>
          <w:lang w:eastAsia="cs-CZ"/>
        </w:rPr>
        <w:tab/>
        <w:t>60E2-R350HT; B91 S/1 W14; 0,36kN/mm3</w:t>
      </w:r>
      <w:r w:rsidRPr="00A21DAB">
        <w:rPr>
          <w:rFonts w:eastAsia="Calibri" w:cs="Times New Roman"/>
          <w:lang w:eastAsia="cs-CZ"/>
        </w:rPr>
        <w:tab/>
        <w:t>480,000m</w:t>
      </w:r>
    </w:p>
    <w:p w14:paraId="5ABB20D9" w14:textId="77777777" w:rsidR="00A21DAB" w:rsidRPr="00A21DAB" w:rsidRDefault="00A21DAB" w:rsidP="00A21DAB">
      <w:pPr>
        <w:spacing w:after="0" w:line="240" w:lineRule="auto"/>
        <w:rPr>
          <w:rFonts w:eastAsia="Calibri" w:cs="Times New Roman"/>
          <w:lang w:eastAsia="cs-CZ"/>
        </w:rPr>
      </w:pPr>
      <w:r w:rsidRPr="00A21DAB">
        <w:rPr>
          <w:rFonts w:eastAsia="Calibri" w:cs="Times New Roman"/>
          <w:lang w:eastAsia="cs-CZ"/>
        </w:rPr>
        <w:t>-</w:t>
      </w:r>
      <w:r w:rsidRPr="00A21DAB">
        <w:rPr>
          <w:rFonts w:eastAsia="Calibri" w:cs="Times New Roman"/>
          <w:lang w:eastAsia="cs-CZ"/>
        </w:rPr>
        <w:tab/>
        <w:t>60E2-R350HT; B91 S/1 W30HH; 0,36kN/mm3</w:t>
      </w:r>
      <w:r w:rsidRPr="00A21DAB">
        <w:rPr>
          <w:rFonts w:eastAsia="Calibri" w:cs="Times New Roman"/>
          <w:lang w:eastAsia="cs-CZ"/>
        </w:rPr>
        <w:tab/>
        <w:t>8733,513m</w:t>
      </w:r>
    </w:p>
    <w:p w14:paraId="053845C5" w14:textId="77777777" w:rsidR="00A21DAB" w:rsidRDefault="00A21DAB" w:rsidP="00A21DAB">
      <w:pPr>
        <w:spacing w:after="0" w:line="240" w:lineRule="auto"/>
        <w:rPr>
          <w:rFonts w:eastAsia="Calibri" w:cs="Times New Roman"/>
          <w:lang w:eastAsia="cs-CZ"/>
        </w:rPr>
      </w:pPr>
      <w:r w:rsidRPr="00A21DAB">
        <w:rPr>
          <w:rFonts w:eastAsia="Calibri" w:cs="Times New Roman"/>
          <w:lang w:eastAsia="cs-CZ"/>
        </w:rPr>
        <w:t>-</w:t>
      </w:r>
      <w:r w:rsidRPr="00A21DAB">
        <w:rPr>
          <w:rFonts w:eastAsia="Calibri" w:cs="Times New Roman"/>
          <w:lang w:eastAsia="cs-CZ"/>
        </w:rPr>
        <w:tab/>
        <w:t>60E2-R350HT; B91 S/1 W30HH; 0,26kN/mm3</w:t>
      </w:r>
      <w:r w:rsidRPr="00A21DAB">
        <w:rPr>
          <w:rFonts w:eastAsia="Calibri" w:cs="Times New Roman"/>
          <w:lang w:eastAsia="cs-CZ"/>
        </w:rPr>
        <w:tab/>
        <w:t>223,335m</w:t>
      </w:r>
    </w:p>
    <w:p w14:paraId="4130E94B" w14:textId="5AD93D01" w:rsidR="00A21DAB" w:rsidRDefault="00A21DAB" w:rsidP="00A21DAB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760011D1" w14:textId="6F6B7B87" w:rsidR="00C859F4" w:rsidRPr="009151F1" w:rsidRDefault="009151F1" w:rsidP="00252D37">
      <w:pPr>
        <w:jc w:val="both"/>
        <w:rPr>
          <w:rFonts w:eastAsia="Calibri" w:cs="Times New Roman"/>
          <w:i/>
          <w:color w:val="FF0000"/>
          <w:lang w:eastAsia="cs-CZ"/>
        </w:rPr>
      </w:pPr>
      <w:r w:rsidRPr="00252D37">
        <w:rPr>
          <w:rFonts w:eastAsia="Calibri" w:cs="Times New Roman"/>
          <w:i/>
          <w:lang w:eastAsia="cs-CZ"/>
        </w:rPr>
        <w:t>V rámci obou položek bylo do poznámky specifikováno, co vše je součástí položky. V technické specifikaci položky je uvedeno, že součástí dodání je pražec a jeho vybavení daného typu. Toto je specifikováno v</w:t>
      </w:r>
      <w:r w:rsidR="00AE741C" w:rsidRPr="00252D37">
        <w:rPr>
          <w:rFonts w:eastAsia="Calibri" w:cs="Times New Roman"/>
          <w:i/>
          <w:lang w:eastAsia="cs-CZ"/>
        </w:rPr>
        <w:t xml:space="preserve"> technické zprávě a v </w:t>
      </w:r>
      <w:r w:rsidRPr="00252D37">
        <w:rPr>
          <w:rFonts w:eastAsia="Calibri" w:cs="Times New Roman"/>
          <w:i/>
          <w:lang w:eastAsia="cs-CZ"/>
        </w:rPr>
        <w:t xml:space="preserve">příloze technické zprávy „Přehled sestav železničního svršku </w:t>
      </w:r>
      <w:proofErr w:type="spellStart"/>
      <w:proofErr w:type="gramStart"/>
      <w:r w:rsidRPr="00252D37">
        <w:rPr>
          <w:rFonts w:eastAsia="Calibri" w:cs="Times New Roman"/>
          <w:i/>
          <w:lang w:eastAsia="cs-CZ"/>
        </w:rPr>
        <w:t>T.ú</w:t>
      </w:r>
      <w:proofErr w:type="spellEnd"/>
      <w:r w:rsidRPr="00252D37">
        <w:rPr>
          <w:rFonts w:eastAsia="Calibri" w:cs="Times New Roman"/>
          <w:i/>
          <w:lang w:eastAsia="cs-CZ"/>
        </w:rPr>
        <w:t>.</w:t>
      </w:r>
      <w:proofErr w:type="gramEnd"/>
      <w:r w:rsidRPr="00252D37">
        <w:rPr>
          <w:rFonts w:eastAsia="Calibri" w:cs="Times New Roman"/>
          <w:i/>
          <w:lang w:eastAsia="cs-CZ"/>
        </w:rPr>
        <w:t xml:space="preserve"> Adamov – Blansko“. Z tohoto důvodu nebudou položky rozděleny. Stejným způsobem je řešena také sousední stavb</w:t>
      </w:r>
      <w:r w:rsidR="00822862" w:rsidRPr="00252D37">
        <w:rPr>
          <w:rFonts w:eastAsia="Calibri" w:cs="Times New Roman"/>
          <w:i/>
          <w:lang w:eastAsia="cs-CZ"/>
        </w:rPr>
        <w:t>a</w:t>
      </w:r>
      <w:r w:rsidRPr="00252D37">
        <w:rPr>
          <w:rFonts w:eastAsia="Calibri" w:cs="Times New Roman"/>
          <w:i/>
          <w:lang w:eastAsia="cs-CZ"/>
        </w:rPr>
        <w:t xml:space="preserve"> Brno-Maloměřice</w:t>
      </w:r>
      <w:r w:rsidR="00822862" w:rsidRPr="00252D37">
        <w:rPr>
          <w:rFonts w:eastAsia="Calibri" w:cs="Times New Roman"/>
          <w:i/>
          <w:lang w:eastAsia="cs-CZ"/>
        </w:rPr>
        <w:t xml:space="preserve"> </w:t>
      </w:r>
      <w:proofErr w:type="gramStart"/>
      <w:r w:rsidR="00822862" w:rsidRPr="00252D37">
        <w:rPr>
          <w:rFonts w:eastAsia="Calibri" w:cs="Times New Roman"/>
          <w:i/>
          <w:lang w:eastAsia="cs-CZ"/>
        </w:rPr>
        <w:t>St.6</w:t>
      </w:r>
      <w:r w:rsidRPr="00252D37">
        <w:rPr>
          <w:rFonts w:eastAsia="Calibri" w:cs="Times New Roman"/>
          <w:i/>
          <w:lang w:eastAsia="cs-CZ"/>
        </w:rPr>
        <w:t xml:space="preserve"> – Adamov</w:t>
      </w:r>
      <w:proofErr w:type="gramEnd"/>
      <w:r w:rsidRPr="00252D37">
        <w:rPr>
          <w:rFonts w:eastAsia="Calibri" w:cs="Times New Roman"/>
          <w:i/>
          <w:lang w:eastAsia="cs-CZ"/>
        </w:rPr>
        <w:t>, BC. Bylo s ní sjednoceno.</w:t>
      </w:r>
    </w:p>
    <w:p w14:paraId="4FC84D64" w14:textId="3C9927CE" w:rsidR="00EC25CE" w:rsidRDefault="00EC25CE" w:rsidP="00EC25C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A21DAB">
        <w:rPr>
          <w:rFonts w:eastAsia="Calibri" w:cs="Times New Roman"/>
          <w:b/>
          <w:lang w:eastAsia="cs-CZ"/>
        </w:rPr>
        <w:t>22</w:t>
      </w:r>
      <w:r w:rsidRPr="00BD5319">
        <w:rPr>
          <w:rFonts w:eastAsia="Calibri" w:cs="Times New Roman"/>
          <w:b/>
          <w:lang w:eastAsia="cs-CZ"/>
        </w:rPr>
        <w:t>:</w:t>
      </w:r>
    </w:p>
    <w:p w14:paraId="24CAF127" w14:textId="476D2931" w:rsidR="00A21DAB" w:rsidRPr="00EC25CE" w:rsidRDefault="00A21DAB" w:rsidP="00252D3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21DAB">
        <w:rPr>
          <w:rFonts w:eastAsia="Calibri" w:cs="Times New Roman"/>
          <w:lang w:eastAsia="cs-CZ"/>
        </w:rPr>
        <w:t xml:space="preserve">SO26-17-01: v návaznosti na předchozí dotaz navrhujeme zrušit </w:t>
      </w:r>
      <w:proofErr w:type="gramStart"/>
      <w:r w:rsidRPr="00A21DAB">
        <w:rPr>
          <w:rFonts w:eastAsia="Calibri" w:cs="Times New Roman"/>
          <w:lang w:eastAsia="cs-CZ"/>
        </w:rPr>
        <w:t>pol.č.</w:t>
      </w:r>
      <w:proofErr w:type="gramEnd"/>
      <w:r w:rsidRPr="00A21DAB">
        <w:rPr>
          <w:rFonts w:eastAsia="Calibri" w:cs="Times New Roman"/>
          <w:lang w:eastAsia="cs-CZ"/>
        </w:rPr>
        <w:t>24 (</w:t>
      </w:r>
      <w:proofErr w:type="spellStart"/>
      <w:r w:rsidRPr="00A21DAB">
        <w:rPr>
          <w:rFonts w:eastAsia="Calibri" w:cs="Times New Roman"/>
          <w:lang w:eastAsia="cs-CZ"/>
        </w:rPr>
        <w:t>podpražcové</w:t>
      </w:r>
      <w:proofErr w:type="spellEnd"/>
      <w:r w:rsidRPr="00A21DAB">
        <w:rPr>
          <w:rFonts w:eastAsia="Calibri" w:cs="Times New Roman"/>
          <w:lang w:eastAsia="cs-CZ"/>
        </w:rPr>
        <w:t xml:space="preserve"> podložky). Položka zahrnuje podložky s různou tuhostí (0,36kN/mm3 a 0,26kN/mm3) a navíc pražce jsou dodávány s podložkami přímo z výroby a jejich cenu tedy nelze oddělit.</w:t>
      </w:r>
    </w:p>
    <w:p w14:paraId="18922502" w14:textId="77777777" w:rsidR="00A21DAB" w:rsidRDefault="00A21DAB" w:rsidP="00A21DAB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2C38F763" w14:textId="5998D846" w:rsidR="00A21DAB" w:rsidRPr="00252D37" w:rsidRDefault="009151F1" w:rsidP="00252D37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252D37">
        <w:rPr>
          <w:rFonts w:eastAsia="Calibri" w:cs="Times New Roman"/>
          <w:i/>
          <w:lang w:eastAsia="cs-CZ"/>
        </w:rPr>
        <w:t xml:space="preserve">Položka byla zrušena, </w:t>
      </w:r>
      <w:proofErr w:type="spellStart"/>
      <w:r w:rsidRPr="00252D37">
        <w:rPr>
          <w:rFonts w:eastAsia="Calibri" w:cs="Times New Roman"/>
          <w:i/>
          <w:lang w:eastAsia="cs-CZ"/>
        </w:rPr>
        <w:t>podpražcové</w:t>
      </w:r>
      <w:proofErr w:type="spellEnd"/>
      <w:r w:rsidRPr="00252D37">
        <w:rPr>
          <w:rFonts w:eastAsia="Calibri" w:cs="Times New Roman"/>
          <w:i/>
          <w:lang w:eastAsia="cs-CZ"/>
        </w:rPr>
        <w:t xml:space="preserve"> podložky </w:t>
      </w:r>
      <w:r w:rsidR="00822862" w:rsidRPr="00252D37">
        <w:rPr>
          <w:rFonts w:eastAsia="Calibri" w:cs="Times New Roman"/>
          <w:i/>
          <w:lang w:eastAsia="cs-CZ"/>
        </w:rPr>
        <w:t xml:space="preserve">jsou </w:t>
      </w:r>
      <w:r w:rsidRPr="00252D37">
        <w:rPr>
          <w:rFonts w:eastAsia="Calibri" w:cs="Times New Roman"/>
          <w:i/>
          <w:lang w:eastAsia="cs-CZ"/>
        </w:rPr>
        <w:t>zahrnuty do položek kolejového roštu.</w:t>
      </w:r>
    </w:p>
    <w:p w14:paraId="48BF6D7D" w14:textId="77777777" w:rsidR="009151F1" w:rsidRDefault="009151F1" w:rsidP="00A21DA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09C9276" w14:textId="295E6164" w:rsidR="00EC25CE" w:rsidRDefault="00EC25CE" w:rsidP="00A21DAB">
      <w:pPr>
        <w:spacing w:after="0" w:line="240" w:lineRule="auto"/>
        <w:rPr>
          <w:sz w:val="24"/>
          <w:szCs w:val="24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A21DAB">
        <w:rPr>
          <w:rFonts w:eastAsia="Calibri" w:cs="Times New Roman"/>
          <w:b/>
          <w:lang w:eastAsia="cs-CZ"/>
        </w:rPr>
        <w:t>23</w:t>
      </w:r>
      <w:r w:rsidRPr="00BD5319">
        <w:rPr>
          <w:rFonts w:eastAsia="Calibri" w:cs="Times New Roman"/>
          <w:b/>
          <w:lang w:eastAsia="cs-CZ"/>
        </w:rPr>
        <w:t>:</w:t>
      </w:r>
      <w:r w:rsidRPr="00EC25CE">
        <w:rPr>
          <w:sz w:val="24"/>
          <w:szCs w:val="24"/>
        </w:rPr>
        <w:t xml:space="preserve"> </w:t>
      </w:r>
    </w:p>
    <w:p w14:paraId="590C88A1" w14:textId="0E44FA72" w:rsidR="00A21DAB" w:rsidRDefault="00A21DAB" w:rsidP="00252D3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21DAB">
        <w:rPr>
          <w:rFonts w:eastAsia="Calibri" w:cs="Times New Roman"/>
          <w:lang w:eastAsia="cs-CZ"/>
        </w:rPr>
        <w:t xml:space="preserve">SO26-17-01: v soupisu prací chybí položka pro příplatek za úpravu rozchodu na pražcích </w:t>
      </w:r>
      <w:r w:rsidR="00252D37">
        <w:rPr>
          <w:rFonts w:eastAsia="Calibri" w:cs="Times New Roman"/>
          <w:lang w:eastAsia="cs-CZ"/>
        </w:rPr>
        <w:br/>
      </w:r>
      <w:r w:rsidRPr="00A21DAB">
        <w:rPr>
          <w:rFonts w:eastAsia="Calibri" w:cs="Times New Roman"/>
          <w:lang w:eastAsia="cs-CZ"/>
        </w:rPr>
        <w:t>o 2,5mm. Mělo by být takto upraveno 719ks pražců s upevněním W30HH. Prosíme o doplnění položky.</w:t>
      </w:r>
    </w:p>
    <w:p w14:paraId="1C4FA04B" w14:textId="50E26061" w:rsidR="00A21DAB" w:rsidRDefault="00A21DAB" w:rsidP="00A21DAB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643659D8" w14:textId="57ADCA66" w:rsidR="00A21DAB" w:rsidRPr="00252D37" w:rsidRDefault="009151F1" w:rsidP="00995D10">
      <w:pPr>
        <w:spacing w:after="0" w:line="240" w:lineRule="auto"/>
        <w:rPr>
          <w:rFonts w:eastAsia="Calibri" w:cs="Times New Roman"/>
          <w:i/>
          <w:lang w:eastAsia="cs-CZ"/>
        </w:rPr>
      </w:pPr>
      <w:r w:rsidRPr="00252D37">
        <w:rPr>
          <w:rFonts w:eastAsia="Calibri" w:cs="Times New Roman"/>
          <w:i/>
          <w:lang w:eastAsia="cs-CZ"/>
        </w:rPr>
        <w:t>Úprava rozchodu zahrnuta do položek kolejového roštu.</w:t>
      </w:r>
    </w:p>
    <w:p w14:paraId="149C0AA2" w14:textId="77777777" w:rsidR="009151F1" w:rsidRPr="00252D37" w:rsidRDefault="009151F1" w:rsidP="00995D1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C0D1D21" w14:textId="4B72DE0D" w:rsidR="00995D10" w:rsidRPr="00BD5319" w:rsidRDefault="00995D10" w:rsidP="00995D1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A21DAB">
        <w:rPr>
          <w:rFonts w:eastAsia="Calibri" w:cs="Times New Roman"/>
          <w:b/>
          <w:lang w:eastAsia="cs-CZ"/>
        </w:rPr>
        <w:t>24</w:t>
      </w:r>
      <w:r w:rsidRPr="00BD5319">
        <w:rPr>
          <w:rFonts w:eastAsia="Calibri" w:cs="Times New Roman"/>
          <w:b/>
          <w:lang w:eastAsia="cs-CZ"/>
        </w:rPr>
        <w:t>:</w:t>
      </w:r>
    </w:p>
    <w:p w14:paraId="27794913" w14:textId="0748A0AA" w:rsidR="00A21DAB" w:rsidRDefault="00A21DAB" w:rsidP="00252D3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21DAB">
        <w:rPr>
          <w:rFonts w:eastAsia="Calibri" w:cs="Times New Roman"/>
          <w:lang w:eastAsia="cs-CZ"/>
        </w:rPr>
        <w:t>SO26-17-01: pol.č.26 soupisu prací reprezentuje snesení výměnové a středové části výh.</w:t>
      </w:r>
      <w:proofErr w:type="gramStart"/>
      <w:r w:rsidRPr="00A21DAB">
        <w:rPr>
          <w:rFonts w:eastAsia="Calibri" w:cs="Times New Roman"/>
          <w:lang w:eastAsia="cs-CZ"/>
        </w:rPr>
        <w:t>č.18</w:t>
      </w:r>
      <w:proofErr w:type="gramEnd"/>
      <w:r w:rsidRPr="00A21DAB">
        <w:rPr>
          <w:rFonts w:eastAsia="Calibri" w:cs="Times New Roman"/>
          <w:lang w:eastAsia="cs-CZ"/>
        </w:rPr>
        <w:t xml:space="preserve"> </w:t>
      </w:r>
      <w:r w:rsidR="00252D37">
        <w:rPr>
          <w:rFonts w:eastAsia="Calibri" w:cs="Times New Roman"/>
          <w:lang w:eastAsia="cs-CZ"/>
        </w:rPr>
        <w:br/>
      </w:r>
      <w:r w:rsidRPr="00A21DAB">
        <w:rPr>
          <w:rFonts w:eastAsia="Calibri" w:cs="Times New Roman"/>
          <w:lang w:eastAsia="cs-CZ"/>
        </w:rPr>
        <w:t>a 19 při rekonstrukci mostu. Neměla by být měrná jednotka této položky m a nikoli kus?</w:t>
      </w:r>
    </w:p>
    <w:p w14:paraId="66F498D5" w14:textId="72F52694" w:rsidR="00A21DAB" w:rsidRDefault="00A21DAB" w:rsidP="00A21DAB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58246291" w14:textId="5A6A3250" w:rsidR="009151F1" w:rsidRPr="00252D37" w:rsidRDefault="00412CD1" w:rsidP="009151F1">
      <w:pPr>
        <w:spacing w:after="0" w:line="240" w:lineRule="auto"/>
        <w:rPr>
          <w:rFonts w:eastAsia="Calibri" w:cs="Times New Roman"/>
          <w:i/>
          <w:lang w:eastAsia="cs-CZ"/>
        </w:rPr>
      </w:pPr>
      <w:r w:rsidRPr="00252D37">
        <w:rPr>
          <w:rFonts w:eastAsia="Calibri" w:cs="Times New Roman"/>
          <w:i/>
          <w:lang w:eastAsia="cs-CZ"/>
        </w:rPr>
        <w:t>Měrná jednotka byla chybně, opraveno na m koleje.</w:t>
      </w:r>
      <w:r w:rsidR="002C3823" w:rsidRPr="00252D37">
        <w:rPr>
          <w:rFonts w:eastAsia="Calibri" w:cs="Times New Roman"/>
          <w:i/>
          <w:lang w:eastAsia="cs-CZ"/>
        </w:rPr>
        <w:t xml:space="preserve"> Upravena kubatura.</w:t>
      </w:r>
    </w:p>
    <w:p w14:paraId="1FA92A35" w14:textId="77777777" w:rsidR="00E2301C" w:rsidRDefault="00E2301C" w:rsidP="00A21DAB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14:paraId="17D7457B" w14:textId="2DD43EE6" w:rsidR="00E2301C" w:rsidRPr="00BD5319" w:rsidRDefault="00E2301C" w:rsidP="00E2301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25</w:t>
      </w:r>
      <w:r w:rsidRPr="00BD5319">
        <w:rPr>
          <w:rFonts w:eastAsia="Calibri" w:cs="Times New Roman"/>
          <w:b/>
          <w:lang w:eastAsia="cs-CZ"/>
        </w:rPr>
        <w:t>:</w:t>
      </w:r>
    </w:p>
    <w:p w14:paraId="6E27DD09" w14:textId="77777777" w:rsidR="00E2301C" w:rsidRDefault="00E2301C" w:rsidP="00252D3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2301C">
        <w:rPr>
          <w:rFonts w:eastAsia="Calibri" w:cs="Times New Roman"/>
          <w:lang w:eastAsia="cs-CZ"/>
        </w:rPr>
        <w:t>V SO 26-17-01 položka č. 26 obsahuje v popisu „Výměna jazyků a opornic ve výhybkách č. 18 a č. 19 J 60 1:11-300-komb v ŽST Adamov, jejichž části je nutné demontovat kvůli stavbě mostu.“ V TZ je přílohou kategorizace materiálu výhybky č. 901 DKS 60 1:11, kde dle kategorizace se má provést částečná regenerace. Množství 64ks jazyků a opornic na DKS je dle našeho výpočtu špatně, správně by mělo být 2 jazyky + 2 opornice x 4 výhybky = 16 ks. Opraví zadavatel VV?</w:t>
      </w:r>
    </w:p>
    <w:p w14:paraId="34B52575" w14:textId="0A579F7A" w:rsidR="00E2301C" w:rsidRDefault="00E2301C" w:rsidP="00E2301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246AC1BD" w14:textId="0848448C" w:rsidR="00E2301C" w:rsidRPr="00252D37" w:rsidRDefault="002C3823" w:rsidP="00252D37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252D37">
        <w:rPr>
          <w:rFonts w:eastAsia="Calibri" w:cs="Times New Roman"/>
          <w:i/>
          <w:lang w:eastAsia="cs-CZ"/>
        </w:rPr>
        <w:t xml:space="preserve">Regenerace výhybek v celé DKS není součástí této stavby. Součástí je pouze část (výhybky </w:t>
      </w:r>
      <w:r w:rsidR="00252D37">
        <w:rPr>
          <w:rFonts w:eastAsia="Calibri" w:cs="Times New Roman"/>
          <w:i/>
          <w:lang w:eastAsia="cs-CZ"/>
        </w:rPr>
        <w:br/>
      </w:r>
      <w:r w:rsidRPr="00252D37">
        <w:rPr>
          <w:rFonts w:eastAsia="Calibri" w:cs="Times New Roman"/>
          <w:i/>
          <w:lang w:eastAsia="cs-CZ"/>
        </w:rPr>
        <w:t>č. 18 a č. 19), kterou bude nutné snést a znovu obnovit kvůli stavbě mostu. Měrná jednotka byla opravena na m koleje. Upravena kubatura.</w:t>
      </w:r>
    </w:p>
    <w:p w14:paraId="37C4E6CE" w14:textId="77777777" w:rsidR="00E2301C" w:rsidRDefault="00E2301C" w:rsidP="00A21DAB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14:paraId="77C140A9" w14:textId="702D55D4" w:rsidR="00E2301C" w:rsidRPr="00BD5319" w:rsidRDefault="00E2301C" w:rsidP="00E2301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26</w:t>
      </w:r>
      <w:r w:rsidRPr="00BD5319">
        <w:rPr>
          <w:rFonts w:eastAsia="Calibri" w:cs="Times New Roman"/>
          <w:b/>
          <w:lang w:eastAsia="cs-CZ"/>
        </w:rPr>
        <w:t>:</w:t>
      </w:r>
    </w:p>
    <w:p w14:paraId="4BDA7CAB" w14:textId="0B7A81AB" w:rsidR="00E2301C" w:rsidRDefault="00E2301C" w:rsidP="00252D3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2301C">
        <w:rPr>
          <w:rFonts w:eastAsia="Calibri" w:cs="Times New Roman"/>
          <w:lang w:eastAsia="cs-CZ"/>
        </w:rPr>
        <w:t>V SO 26-17-01 položka č. 27 – specifikuje zadavatel</w:t>
      </w:r>
      <w:r w:rsidR="00252D37">
        <w:rPr>
          <w:rFonts w:eastAsia="Calibri" w:cs="Times New Roman"/>
          <w:lang w:eastAsia="cs-CZ"/>
        </w:rPr>
        <w:t xml:space="preserve">, </w:t>
      </w:r>
      <w:r w:rsidRPr="00E2301C">
        <w:rPr>
          <w:rFonts w:eastAsia="Calibri" w:cs="Times New Roman"/>
          <w:lang w:eastAsia="cs-CZ"/>
        </w:rPr>
        <w:t>o který typ a číslo výhybkové konstrukce se jedná v souvislosti s kolejovým plánem?</w:t>
      </w:r>
    </w:p>
    <w:p w14:paraId="17ED8DE8" w14:textId="77777777" w:rsidR="00E2301C" w:rsidRDefault="00E2301C" w:rsidP="00E2301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0F69B255" w14:textId="7E3212CD" w:rsidR="00E2301C" w:rsidRPr="00252D37" w:rsidRDefault="009151F1" w:rsidP="00252D37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252D37">
        <w:rPr>
          <w:rFonts w:eastAsia="Calibri" w:cs="Times New Roman"/>
          <w:i/>
          <w:lang w:eastAsia="cs-CZ"/>
        </w:rPr>
        <w:t>Bylo doplněno do popisu položky.</w:t>
      </w:r>
      <w:r w:rsidR="002C3823" w:rsidRPr="00252D37">
        <w:rPr>
          <w:rFonts w:eastAsia="Calibri" w:cs="Times New Roman"/>
          <w:i/>
          <w:lang w:eastAsia="cs-CZ"/>
        </w:rPr>
        <w:t xml:space="preserve"> Měrná jednotka byla chybně, opraveno na m koleje. Upravena kubatura.</w:t>
      </w:r>
    </w:p>
    <w:p w14:paraId="328356BC" w14:textId="77777777" w:rsidR="000D61A9" w:rsidRPr="00995D10" w:rsidRDefault="000D61A9" w:rsidP="00E2301C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14:paraId="2E972709" w14:textId="77777777" w:rsidR="00E2301C" w:rsidRPr="00995D10" w:rsidRDefault="00E2301C" w:rsidP="00A21DAB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14:paraId="04FEAD1F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5606BFAE" w14:textId="77777777" w:rsidR="007642F3" w:rsidRPr="00396E8C" w:rsidRDefault="007642F3" w:rsidP="007642F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5BF45E23" w14:textId="77777777" w:rsidR="007642F3" w:rsidRDefault="007642F3" w:rsidP="007642F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48CC3C15" w14:textId="77777777" w:rsidR="007642F3" w:rsidRDefault="007642F3" w:rsidP="007642F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75CD4640" w14:textId="77777777" w:rsidR="00252D37" w:rsidRDefault="00252D37" w:rsidP="007642F3">
      <w:pPr>
        <w:spacing w:before="120" w:after="0" w:line="240" w:lineRule="auto"/>
        <w:rPr>
          <w:rFonts w:eastAsia="Calibri" w:cs="Times New Roman"/>
          <w:lang w:eastAsia="cs-CZ"/>
        </w:rPr>
      </w:pPr>
    </w:p>
    <w:p w14:paraId="5F0CE9E1" w14:textId="77777777" w:rsidR="00252D37" w:rsidRDefault="00252D37" w:rsidP="007642F3">
      <w:pPr>
        <w:spacing w:before="120" w:after="0" w:line="240" w:lineRule="auto"/>
        <w:rPr>
          <w:rFonts w:eastAsia="Calibri" w:cs="Times New Roman"/>
          <w:lang w:eastAsia="cs-CZ"/>
        </w:rPr>
      </w:pPr>
    </w:p>
    <w:p w14:paraId="5587D6CF" w14:textId="5E29C386" w:rsidR="00116A47" w:rsidRPr="00BD5319" w:rsidRDefault="007642F3" w:rsidP="007642F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  <w:r w:rsidRPr="00785ABD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5748ACB2" w14:textId="77777777" w:rsidR="00116A47" w:rsidRPr="00BD5319" w:rsidRDefault="00116A47" w:rsidP="00116A47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4F901C3" w14:textId="77777777" w:rsidR="007642F3" w:rsidRPr="00BD5319" w:rsidRDefault="007642F3" w:rsidP="007642F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C7390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14:paraId="276C1346" w14:textId="69129BD6" w:rsidR="007642F3" w:rsidRPr="00BD5319" w:rsidRDefault="007642F3" w:rsidP="007642F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642F3">
        <w:rPr>
          <w:rFonts w:eastAsia="Calibri" w:cs="Times New Roman"/>
          <w:lang w:eastAsia="cs-CZ"/>
        </w:rPr>
        <w:t>D.2.1.1_2.1.1 Technická zpráva</w:t>
      </w:r>
    </w:p>
    <w:p w14:paraId="782C314E" w14:textId="027F9E94" w:rsidR="007642F3" w:rsidRDefault="00713083" w:rsidP="007642F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13083">
        <w:rPr>
          <w:rFonts w:eastAsia="Calibri" w:cs="Times New Roman"/>
          <w:lang w:eastAsia="cs-CZ"/>
        </w:rPr>
        <w:t>XLS_Adamov-Blansko_zm02_20210115</w:t>
      </w:r>
    </w:p>
    <w:p w14:paraId="526C651C" w14:textId="69B71F4D" w:rsidR="007642F3" w:rsidRDefault="00713083" w:rsidP="007642F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13083">
        <w:rPr>
          <w:rFonts w:eastAsia="Calibri" w:cs="Times New Roman"/>
          <w:lang w:eastAsia="cs-CZ"/>
        </w:rPr>
        <w:t>XDC_Adamov-Blansko_zm02_20210115</w:t>
      </w:r>
    </w:p>
    <w:p w14:paraId="236FD30B" w14:textId="77777777" w:rsidR="007642F3" w:rsidRDefault="007642F3" w:rsidP="007642F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40007BE" w14:textId="77777777" w:rsidR="007642F3" w:rsidRDefault="007642F3" w:rsidP="007642F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46B210F" w14:textId="77777777" w:rsidR="00252D37" w:rsidRDefault="00252D37" w:rsidP="007642F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CE01623" w14:textId="77777777" w:rsidR="00252D37" w:rsidRDefault="00252D37" w:rsidP="007642F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035C715" w14:textId="6B240904" w:rsidR="007642F3" w:rsidRPr="00BD5319" w:rsidRDefault="007642F3" w:rsidP="007642F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C7390">
        <w:rPr>
          <w:rFonts w:eastAsia="Calibri" w:cs="Times New Roman"/>
          <w:lang w:eastAsia="cs-CZ"/>
        </w:rPr>
        <w:t>V  Olomouci dne</w:t>
      </w:r>
      <w:r w:rsidRPr="00BD5319">
        <w:rPr>
          <w:rFonts w:eastAsia="Calibri" w:cs="Times New Roman"/>
          <w:lang w:eastAsia="cs-CZ"/>
        </w:rPr>
        <w:t xml:space="preserve"> </w:t>
      </w:r>
      <w:r>
        <w:rPr>
          <w:rFonts w:eastAsia="Calibri" w:cs="Times New Roman"/>
          <w:lang w:eastAsia="cs-CZ"/>
        </w:rPr>
        <w:t>1</w:t>
      </w:r>
      <w:r w:rsidR="00713083">
        <w:rPr>
          <w:rFonts w:eastAsia="Calibri" w:cs="Times New Roman"/>
          <w:lang w:eastAsia="cs-CZ"/>
        </w:rPr>
        <w:t>8</w:t>
      </w:r>
      <w:r>
        <w:rPr>
          <w:rFonts w:eastAsia="Calibri" w:cs="Times New Roman"/>
          <w:lang w:eastAsia="cs-CZ"/>
        </w:rPr>
        <w:t>. 1. 2021</w:t>
      </w:r>
    </w:p>
    <w:p w14:paraId="0A236047" w14:textId="77777777" w:rsidR="007642F3" w:rsidRDefault="007642F3" w:rsidP="007642F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A3129A3" w14:textId="77777777" w:rsidR="007642F3" w:rsidRDefault="007642F3" w:rsidP="007642F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D75347C" w14:textId="77777777" w:rsidR="00252D37" w:rsidRDefault="00252D37" w:rsidP="007642F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B16FB47" w14:textId="77777777" w:rsidR="007642F3" w:rsidRDefault="007642F3" w:rsidP="007642F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BB29AF3" w14:textId="77777777" w:rsidR="007642F3" w:rsidRPr="00BD5319" w:rsidRDefault="007642F3" w:rsidP="007642F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DEF330B" w14:textId="77777777" w:rsidR="007642F3" w:rsidRPr="00BD5319" w:rsidRDefault="007642F3" w:rsidP="007642F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C8613E0" w14:textId="77777777" w:rsidR="007642F3" w:rsidRPr="00BD5319" w:rsidRDefault="007642F3" w:rsidP="007642F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0EB53AFD" w14:textId="77777777" w:rsidR="007642F3" w:rsidRPr="00BD5319" w:rsidRDefault="007642F3" w:rsidP="007642F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59A4C1BE" w14:textId="77777777" w:rsidR="007642F3" w:rsidRPr="00BD5319" w:rsidRDefault="007642F3" w:rsidP="007642F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0614F348" w14:textId="20A97AF4" w:rsidR="00CB7B5A" w:rsidRPr="00CB7B5A" w:rsidRDefault="007642F3" w:rsidP="007642F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sectPr w:rsidR="00CB7B5A" w:rsidRPr="00CB7B5A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87B5939" w15:done="0"/>
  <w15:commentEx w15:paraId="7F1A852B" w15:done="0"/>
  <w15:commentEx w15:paraId="3773BBEE" w15:done="0"/>
  <w15:commentEx w15:paraId="6DFD764B" w15:done="0"/>
  <w15:commentEx w15:paraId="2FB01D7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17DAC6" w14:textId="77777777" w:rsidR="00E91FEE" w:rsidRDefault="00E91FEE" w:rsidP="00962258">
      <w:pPr>
        <w:spacing w:after="0" w:line="240" w:lineRule="auto"/>
      </w:pPr>
      <w:r>
        <w:separator/>
      </w:r>
    </w:p>
  </w:endnote>
  <w:endnote w:type="continuationSeparator" w:id="0">
    <w:p w14:paraId="4BCE02DD" w14:textId="77777777" w:rsidR="00E91FEE" w:rsidRDefault="00E91FE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96D92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4BE5778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30EC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30EC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2E7D8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932D5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4029F8" w14:textId="77777777" w:rsidR="00F1715C" w:rsidRDefault="00F1715C" w:rsidP="00D831A3">
          <w:pPr>
            <w:pStyle w:val="Zpat"/>
          </w:pPr>
        </w:p>
      </w:tc>
    </w:tr>
  </w:tbl>
  <w:p w14:paraId="1E1465C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06B00D" wp14:editId="569CDE2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79CC0F9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B02781F" wp14:editId="08C718D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28AEE5F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FC4175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46B4A2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30EC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30EC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8C751B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737566DF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9F85F96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877F0F5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3C63BD66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5965B617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2E076780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6D1A567D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2674F412" w14:textId="77777777" w:rsidR="00712ED1" w:rsidRDefault="00712ED1" w:rsidP="00331004">
          <w:pPr>
            <w:pStyle w:val="Zpat"/>
          </w:pPr>
        </w:p>
      </w:tc>
    </w:tr>
  </w:tbl>
  <w:p w14:paraId="50C0B61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7CEA1C5" wp14:editId="4D20ECA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74EB2D0D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322A77F" wp14:editId="63805FC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720730C6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C16FE8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82C1A8" w14:textId="77777777" w:rsidR="00E91FEE" w:rsidRDefault="00E91FEE" w:rsidP="00962258">
      <w:pPr>
        <w:spacing w:after="0" w:line="240" w:lineRule="auto"/>
      </w:pPr>
      <w:r>
        <w:separator/>
      </w:r>
    </w:p>
  </w:footnote>
  <w:footnote w:type="continuationSeparator" w:id="0">
    <w:p w14:paraId="3D0ABAA4" w14:textId="77777777" w:rsidR="00E91FEE" w:rsidRDefault="00E91FE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F8FE9C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F723A8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C3C871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1757CC" w14:textId="77777777" w:rsidR="00F1715C" w:rsidRPr="00D6163D" w:rsidRDefault="00F1715C" w:rsidP="00D6163D">
          <w:pPr>
            <w:pStyle w:val="Druhdokumentu"/>
          </w:pPr>
        </w:p>
      </w:tc>
    </w:tr>
  </w:tbl>
  <w:p w14:paraId="3F093C4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5E296F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031657C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59102F24" wp14:editId="5CED65C6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1A6633C6" wp14:editId="5DDCFA69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 w14:anchorId="38826F5F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0F1FF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949F901" w14:textId="77777777" w:rsidR="00F1715C" w:rsidRPr="00D6163D" w:rsidRDefault="00F1715C" w:rsidP="00FC6389">
          <w:pPr>
            <w:pStyle w:val="Druhdokumentu"/>
          </w:pPr>
        </w:p>
      </w:tc>
    </w:tr>
    <w:tr w:rsidR="00F64786" w14:paraId="7FD20178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0C78364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084323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50444D9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8F58D6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17F72ED" wp14:editId="1168AD57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29BE76A7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44FCBC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3673FF"/>
    <w:multiLevelType w:val="hybridMultilevel"/>
    <w:tmpl w:val="03CC2C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20589"/>
    <w:rsid w:val="00033432"/>
    <w:rsid w:val="000335CC"/>
    <w:rsid w:val="00057DE0"/>
    <w:rsid w:val="00072C1E"/>
    <w:rsid w:val="000B3A82"/>
    <w:rsid w:val="000B6C7E"/>
    <w:rsid w:val="000B7907"/>
    <w:rsid w:val="000C0429"/>
    <w:rsid w:val="000C45E8"/>
    <w:rsid w:val="000D61A9"/>
    <w:rsid w:val="000E3560"/>
    <w:rsid w:val="000F0435"/>
    <w:rsid w:val="00114472"/>
    <w:rsid w:val="00116A47"/>
    <w:rsid w:val="00130EC7"/>
    <w:rsid w:val="00170EC5"/>
    <w:rsid w:val="001747C1"/>
    <w:rsid w:val="0018596A"/>
    <w:rsid w:val="00194A3C"/>
    <w:rsid w:val="001B69C2"/>
    <w:rsid w:val="001C4DA0"/>
    <w:rsid w:val="001E68AE"/>
    <w:rsid w:val="00207DF5"/>
    <w:rsid w:val="002254F2"/>
    <w:rsid w:val="00252D37"/>
    <w:rsid w:val="00267369"/>
    <w:rsid w:val="0026785D"/>
    <w:rsid w:val="002C31BF"/>
    <w:rsid w:val="002C3823"/>
    <w:rsid w:val="002E0CD7"/>
    <w:rsid w:val="002F026B"/>
    <w:rsid w:val="00303654"/>
    <w:rsid w:val="00357BC6"/>
    <w:rsid w:val="0037111D"/>
    <w:rsid w:val="003756B9"/>
    <w:rsid w:val="003956C6"/>
    <w:rsid w:val="003C4DDD"/>
    <w:rsid w:val="003E6B9A"/>
    <w:rsid w:val="003E75CE"/>
    <w:rsid w:val="00412CD1"/>
    <w:rsid w:val="0041380F"/>
    <w:rsid w:val="00450F07"/>
    <w:rsid w:val="00452CE4"/>
    <w:rsid w:val="00453CD3"/>
    <w:rsid w:val="00455BC7"/>
    <w:rsid w:val="00460660"/>
    <w:rsid w:val="00460CCB"/>
    <w:rsid w:val="00477370"/>
    <w:rsid w:val="00486107"/>
    <w:rsid w:val="004867CB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40A3"/>
    <w:rsid w:val="005B5EE9"/>
    <w:rsid w:val="006104F6"/>
    <w:rsid w:val="0061068E"/>
    <w:rsid w:val="00660AD3"/>
    <w:rsid w:val="006671CB"/>
    <w:rsid w:val="00692B5A"/>
    <w:rsid w:val="00695142"/>
    <w:rsid w:val="006A5570"/>
    <w:rsid w:val="006A689C"/>
    <w:rsid w:val="006B3D79"/>
    <w:rsid w:val="006E0578"/>
    <w:rsid w:val="006E314D"/>
    <w:rsid w:val="006E7F06"/>
    <w:rsid w:val="00710723"/>
    <w:rsid w:val="00712ED1"/>
    <w:rsid w:val="00713083"/>
    <w:rsid w:val="00723DAC"/>
    <w:rsid w:val="00723ED1"/>
    <w:rsid w:val="0072724A"/>
    <w:rsid w:val="00735ED4"/>
    <w:rsid w:val="00743525"/>
    <w:rsid w:val="007531A0"/>
    <w:rsid w:val="0076286B"/>
    <w:rsid w:val="007642F3"/>
    <w:rsid w:val="00764595"/>
    <w:rsid w:val="00766846"/>
    <w:rsid w:val="0077673A"/>
    <w:rsid w:val="007846E1"/>
    <w:rsid w:val="00785ABD"/>
    <w:rsid w:val="007B570C"/>
    <w:rsid w:val="007E2B20"/>
    <w:rsid w:val="007E4A6E"/>
    <w:rsid w:val="007F56A7"/>
    <w:rsid w:val="00807DD0"/>
    <w:rsid w:val="00813F11"/>
    <w:rsid w:val="00822862"/>
    <w:rsid w:val="00891334"/>
    <w:rsid w:val="008A3568"/>
    <w:rsid w:val="008D03B9"/>
    <w:rsid w:val="008F18D6"/>
    <w:rsid w:val="00904780"/>
    <w:rsid w:val="009113A8"/>
    <w:rsid w:val="009151F1"/>
    <w:rsid w:val="0092032B"/>
    <w:rsid w:val="00922385"/>
    <w:rsid w:val="009223DF"/>
    <w:rsid w:val="00936091"/>
    <w:rsid w:val="00940D8A"/>
    <w:rsid w:val="00962258"/>
    <w:rsid w:val="009678B7"/>
    <w:rsid w:val="00982411"/>
    <w:rsid w:val="00992D9C"/>
    <w:rsid w:val="00995D10"/>
    <w:rsid w:val="00996CB8"/>
    <w:rsid w:val="009A7568"/>
    <w:rsid w:val="009B2E97"/>
    <w:rsid w:val="009B3C69"/>
    <w:rsid w:val="009B72CC"/>
    <w:rsid w:val="009C3FCF"/>
    <w:rsid w:val="009E07F4"/>
    <w:rsid w:val="009F392E"/>
    <w:rsid w:val="00A21DAB"/>
    <w:rsid w:val="00A2469A"/>
    <w:rsid w:val="00A44328"/>
    <w:rsid w:val="00A6177B"/>
    <w:rsid w:val="00A66136"/>
    <w:rsid w:val="00AA4CBB"/>
    <w:rsid w:val="00AA65FA"/>
    <w:rsid w:val="00AA6BC4"/>
    <w:rsid w:val="00AA7351"/>
    <w:rsid w:val="00AC59FC"/>
    <w:rsid w:val="00AD056F"/>
    <w:rsid w:val="00AD2773"/>
    <w:rsid w:val="00AD6731"/>
    <w:rsid w:val="00AE1DDE"/>
    <w:rsid w:val="00AE741C"/>
    <w:rsid w:val="00B15B5E"/>
    <w:rsid w:val="00B15D0D"/>
    <w:rsid w:val="00B23CA3"/>
    <w:rsid w:val="00B3491A"/>
    <w:rsid w:val="00B366EF"/>
    <w:rsid w:val="00B45E9E"/>
    <w:rsid w:val="00B55F9C"/>
    <w:rsid w:val="00B75EE1"/>
    <w:rsid w:val="00B7718A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1197C"/>
    <w:rsid w:val="00C30759"/>
    <w:rsid w:val="00C44F6A"/>
    <w:rsid w:val="00C727E5"/>
    <w:rsid w:val="00C8207D"/>
    <w:rsid w:val="00C859F4"/>
    <w:rsid w:val="00CB7B5A"/>
    <w:rsid w:val="00CC1E2B"/>
    <w:rsid w:val="00CC3360"/>
    <w:rsid w:val="00CC7390"/>
    <w:rsid w:val="00CD1FC4"/>
    <w:rsid w:val="00CE371D"/>
    <w:rsid w:val="00CF08F2"/>
    <w:rsid w:val="00D02A4D"/>
    <w:rsid w:val="00D21061"/>
    <w:rsid w:val="00D316A7"/>
    <w:rsid w:val="00D4108E"/>
    <w:rsid w:val="00D55FAD"/>
    <w:rsid w:val="00D6163D"/>
    <w:rsid w:val="00D63009"/>
    <w:rsid w:val="00D831A3"/>
    <w:rsid w:val="00D902AD"/>
    <w:rsid w:val="00D93711"/>
    <w:rsid w:val="00DA6FFE"/>
    <w:rsid w:val="00DB5F80"/>
    <w:rsid w:val="00DC3110"/>
    <w:rsid w:val="00DD136E"/>
    <w:rsid w:val="00DD46F3"/>
    <w:rsid w:val="00DD58A6"/>
    <w:rsid w:val="00DE56F2"/>
    <w:rsid w:val="00DF116D"/>
    <w:rsid w:val="00E10710"/>
    <w:rsid w:val="00E2301C"/>
    <w:rsid w:val="00E56F51"/>
    <w:rsid w:val="00E824F1"/>
    <w:rsid w:val="00E91FEE"/>
    <w:rsid w:val="00EB104F"/>
    <w:rsid w:val="00EC25CE"/>
    <w:rsid w:val="00EC59B0"/>
    <w:rsid w:val="00ED14BD"/>
    <w:rsid w:val="00F01440"/>
    <w:rsid w:val="00F12DEC"/>
    <w:rsid w:val="00F1715C"/>
    <w:rsid w:val="00F27FFC"/>
    <w:rsid w:val="00F310F8"/>
    <w:rsid w:val="00F35939"/>
    <w:rsid w:val="00F45607"/>
    <w:rsid w:val="00F64786"/>
    <w:rsid w:val="00F659EB"/>
    <w:rsid w:val="00F804A7"/>
    <w:rsid w:val="00F862D6"/>
    <w:rsid w:val="00F86BA6"/>
    <w:rsid w:val="00FC2199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A76A61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microsoft.com/office/2011/relationships/commentsExtended" Target="commentsExtended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A9A0D1F-0980-41A3-8EF3-1BE57BDB6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15</TotalTime>
  <Pages>3</Pages>
  <Words>870</Words>
  <Characters>5136</Characters>
  <Application>Microsoft Office Word</Application>
  <DocSecurity>0</DocSecurity>
  <Lines>42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5995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7</cp:revision>
  <cp:lastPrinted>2019-02-22T13:28:00Z</cp:lastPrinted>
  <dcterms:created xsi:type="dcterms:W3CDTF">2021-01-15T09:53:00Z</dcterms:created>
  <dcterms:modified xsi:type="dcterms:W3CDTF">2021-01-18T09:48:00Z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